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811" w:rsidRPr="00451811" w:rsidRDefault="00A94A20">
      <w:pPr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4051398</wp:posOffset>
                </wp:positionH>
                <wp:positionV relativeFrom="paragraph">
                  <wp:posOffset>-379925</wp:posOffset>
                </wp:positionV>
                <wp:extent cx="1606647" cy="349250"/>
                <wp:effectExtent l="0" t="0" r="1270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647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4A20" w:rsidRDefault="00A94A20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>
                              <w:t xml:space="preserve">２年　</w:t>
                            </w:r>
                            <w:r w:rsidR="001D7664">
                              <w:rPr>
                                <w:rFonts w:hint="eastAsia"/>
                              </w:rPr>
                              <w:t>生活科</w:t>
                            </w:r>
                            <w:r w:rsidR="006C7D5F"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9pt;margin-top:-29.9pt;width:126.5pt;height:27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" fillcolor="white [3201]" strokeweight=".5pt">
                <v:textbox>
                  <w:txbxContent>
                    <w:p w:rsidR="00A94A20" w:rsidRDefault="00A94A20">
                      <w:r>
                        <w:rPr>
                          <w:rFonts w:hint="eastAsia"/>
                        </w:rPr>
                        <w:t>小学校</w:t>
                      </w:r>
                      <w:r>
                        <w:t xml:space="preserve">２年　</w:t>
                      </w:r>
                      <w:r w:rsidR="001D7664">
                        <w:rPr>
                          <w:rFonts w:hint="eastAsia"/>
                        </w:rPr>
                        <w:t>生活科</w:t>
                      </w:r>
                      <w:r w:rsidR="006C7D5F"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451811" w:rsidRP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２</w:t>
      </w:r>
      <w:r w:rsidR="001D7664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年　生かつか</w:t>
      </w:r>
      <w:r w:rsidR="008F2D2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r w:rsidR="00DD15AC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「</w:t>
      </w:r>
      <w:r w:rsidR="006C7D5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春の町ではっけん</w:t>
      </w:r>
      <w:r w:rsidR="00DD15AC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①」</w:t>
      </w:r>
    </w:p>
    <w:p w:rsidR="00D04510" w:rsidRDefault="00451811" w:rsidP="00451811">
      <w:pPr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 w:rsidRP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学しゅうした日：　</w:t>
      </w:r>
      <w:r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　</w:t>
      </w:r>
      <w:r w:rsidR="00991B7F">
        <w:rPr>
          <w:rFonts w:ascii="HG丸ｺﾞｼｯｸM-PRO" w:eastAsia="HG丸ｺﾞｼｯｸM-PRO" w:hAnsi="HG丸ｺﾞｼｯｸM-PRO" w:hint="eastAsia"/>
          <w:sz w:val="28"/>
          <w:u w:val="single"/>
        </w:rPr>
        <w:t>5</w:t>
      </w:r>
      <w:r w:rsidRP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月　　</w:t>
      </w:r>
      <w:r w:rsidR="00991B7F">
        <w:rPr>
          <w:rFonts w:ascii="HG丸ｺﾞｼｯｸM-PRO" w:eastAsia="HG丸ｺﾞｼｯｸM-PRO" w:hAnsi="HG丸ｺﾞｼｯｸM-PRO" w:hint="eastAsia"/>
          <w:sz w:val="28"/>
          <w:u w:val="single"/>
        </w:rPr>
        <w:t>２６</w:t>
      </w:r>
      <w:r w:rsidRP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日（　</w:t>
      </w:r>
      <w:r w:rsidR="00991B7F">
        <w:rPr>
          <w:rFonts w:ascii="HG丸ｺﾞｼｯｸM-PRO" w:eastAsia="HG丸ｺﾞｼｯｸM-PRO" w:hAnsi="HG丸ｺﾞｼｯｸM-PRO" w:hint="eastAsia"/>
          <w:sz w:val="28"/>
          <w:u w:val="single"/>
        </w:rPr>
        <w:t>火</w:t>
      </w:r>
      <w:r w:rsidRP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　</w:t>
      </w:r>
      <w:r w:rsidR="00D04510" w:rsidRPr="00451811">
        <w:rPr>
          <w:rFonts w:ascii="HG丸ｺﾞｼｯｸM-PRO" w:eastAsia="HG丸ｺﾞｼｯｸM-PRO" w:hAnsi="HG丸ｺﾞｼｯｸM-PRO" w:hint="eastAsia"/>
          <w:sz w:val="28"/>
          <w:u w:val="single"/>
        </w:rPr>
        <w:t>）</w:t>
      </w:r>
    </w:p>
    <w:p w:rsidR="00451811" w:rsidRDefault="00451811" w:rsidP="00451811">
      <w:pPr>
        <w:wordWrap w:val="0"/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名まえ：　　　　　　　　　　　　　</w:t>
      </w:r>
    </w:p>
    <w:p w:rsidR="004D0B16" w:rsidRPr="006C7D5F" w:rsidRDefault="001D7664" w:rsidP="006C7D5F">
      <w:pPr>
        <w:jc w:val="lef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☆</w:t>
      </w:r>
      <w:r w:rsidR="006C7D5F">
        <w:rPr>
          <w:rFonts w:ascii="HG丸ｺﾞｼｯｸM-PRO" w:eastAsia="HG丸ｺﾞｼｯｸM-PRO" w:hAnsi="HG丸ｺﾞｼｯｸM-PRO" w:hint="eastAsia"/>
          <w:sz w:val="28"/>
        </w:rPr>
        <w:t>じぶんの　いえの　ちかくにある　おみせを　おしえてください。</w:t>
      </w:r>
    </w:p>
    <w:tbl>
      <w:tblPr>
        <w:tblStyle w:val="a9"/>
        <w:tblW w:w="9015" w:type="dxa"/>
        <w:tblLook w:val="04A0" w:firstRow="1" w:lastRow="0" w:firstColumn="1" w:lastColumn="0" w:noHBand="0" w:noVBand="1"/>
      </w:tblPr>
      <w:tblGrid>
        <w:gridCol w:w="9015"/>
      </w:tblGrid>
      <w:tr w:rsidR="006C7D5F" w:rsidTr="000C21DF">
        <w:trPr>
          <w:trHeight w:val="7892"/>
        </w:trPr>
        <w:tc>
          <w:tcPr>
            <w:tcW w:w="9015" w:type="dxa"/>
          </w:tcPr>
          <w:p w:rsidR="006C7D5F" w:rsidRDefault="006C7D5F" w:rsidP="004D0B16">
            <w:pPr>
              <w:ind w:right="-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C7D5F" w:rsidRPr="006C7D5F">
                    <w:rPr>
                      <w:rFonts w:ascii="HG丸ｺﾞｼｯｸM-PRO" w:eastAsia="HG丸ｺﾞｼｯｸM-PRO" w:hAnsi="HG丸ｺﾞｼｯｸM-PRO"/>
                      <w:sz w:val="10"/>
                    </w:rPr>
                    <w:t>え</w:t>
                  </w:r>
                </w:rt>
                <w:rubyBase>
                  <w:r w:rsidR="006C7D5F">
                    <w:rPr>
                      <w:rFonts w:ascii="HG丸ｺﾞｼｯｸM-PRO" w:eastAsia="HG丸ｺﾞｼｯｸM-PRO" w:hAnsi="HG丸ｺﾞｼｯｸM-PRO"/>
                    </w:rPr>
                    <w:t>絵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（おみせの　ようす、つくったりうったりしているもの、おみせの人など）</w:t>
            </w:r>
          </w:p>
        </w:tc>
      </w:tr>
      <w:tr w:rsidR="006C7D5F" w:rsidTr="000C21DF">
        <w:trPr>
          <w:trHeight w:val="1115"/>
        </w:trPr>
        <w:tc>
          <w:tcPr>
            <w:tcW w:w="9015" w:type="dxa"/>
            <w:tcBorders>
              <w:bottom w:val="dashed" w:sz="4" w:space="0" w:color="auto"/>
            </w:tcBorders>
          </w:tcPr>
          <w:p w:rsidR="006C7D5F" w:rsidRDefault="006C7D5F" w:rsidP="004D0B16">
            <w:pPr>
              <w:ind w:right="-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おみせの　せつめい</w:t>
            </w:r>
          </w:p>
        </w:tc>
      </w:tr>
      <w:tr w:rsidR="006C7D5F" w:rsidTr="006C7D5F">
        <w:trPr>
          <w:trHeight w:val="850"/>
        </w:trPr>
        <w:tc>
          <w:tcPr>
            <w:tcW w:w="9015" w:type="dxa"/>
            <w:tcBorders>
              <w:top w:val="dashed" w:sz="4" w:space="0" w:color="auto"/>
              <w:bottom w:val="dashed" w:sz="4" w:space="0" w:color="auto"/>
            </w:tcBorders>
          </w:tcPr>
          <w:p w:rsidR="006C7D5F" w:rsidRDefault="006C7D5F" w:rsidP="004D0B16">
            <w:pPr>
              <w:ind w:right="-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C7D5F" w:rsidTr="006C7D5F">
        <w:trPr>
          <w:trHeight w:val="850"/>
        </w:trPr>
        <w:tc>
          <w:tcPr>
            <w:tcW w:w="9015" w:type="dxa"/>
            <w:tcBorders>
              <w:top w:val="dashed" w:sz="4" w:space="0" w:color="auto"/>
            </w:tcBorders>
          </w:tcPr>
          <w:p w:rsidR="006C7D5F" w:rsidRDefault="006C7D5F" w:rsidP="004D0B16">
            <w:pPr>
              <w:ind w:right="-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D0B16" w:rsidRDefault="004D0B16" w:rsidP="006C7D5F">
      <w:pPr>
        <w:ind w:right="-1"/>
        <w:rPr>
          <w:rFonts w:ascii="HG丸ｺﾞｼｯｸM-PRO" w:eastAsia="HG丸ｺﾞｼｯｸM-PRO" w:hAnsi="HG丸ｺﾞｼｯｸM-PRO"/>
        </w:rPr>
      </w:pPr>
    </w:p>
    <w:p w:rsidR="006C7D5F" w:rsidRPr="00451811" w:rsidRDefault="006C7D5F" w:rsidP="006C7D5F">
      <w:pPr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BDE289" wp14:editId="1FA88D5E">
                <wp:simplePos x="0" y="0"/>
                <wp:positionH relativeFrom="column">
                  <wp:posOffset>4051398</wp:posOffset>
                </wp:positionH>
                <wp:positionV relativeFrom="paragraph">
                  <wp:posOffset>-379925</wp:posOffset>
                </wp:positionV>
                <wp:extent cx="1606647" cy="349250"/>
                <wp:effectExtent l="0" t="0" r="12700" b="127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647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C7D5F" w:rsidRDefault="006C7D5F" w:rsidP="006C7D5F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>
                              <w:t xml:space="preserve">２年　</w:t>
                            </w:r>
                            <w:r>
                              <w:rPr>
                                <w:rFonts w:hint="eastAsia"/>
                              </w:rPr>
                              <w:t>生活科６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BDE289" id="テキスト ボックス 5" o:spid="_x0000_s1027" type="#_x0000_t202" style="position:absolute;left:0;text-align:left;margin-left:319pt;margin-top:-29.9pt;width:126.5pt;height:27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" fillcolor="white [3201]" strokeweight=".5pt">
                <v:textbox>
                  <w:txbxContent>
                    <w:p w:rsidR="006C7D5F" w:rsidRDefault="006C7D5F" w:rsidP="006C7D5F">
                      <w:r>
                        <w:rPr>
                          <w:rFonts w:hint="eastAsia"/>
                        </w:rPr>
                        <w:t>小学校</w:t>
                      </w:r>
                      <w:r>
                        <w:t xml:space="preserve">２年　</w:t>
                      </w:r>
                      <w:r>
                        <w:rPr>
                          <w:rFonts w:hint="eastAsia"/>
                        </w:rPr>
                        <w:t>生活科６</w:t>
                      </w:r>
                    </w:p>
                  </w:txbxContent>
                </v:textbox>
              </v:shape>
            </w:pict>
          </mc:Fallback>
        </mc:AlternateContent>
      </w:r>
      <w:r w:rsidRP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２</w:t>
      </w:r>
      <w:r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年　生かつか　「春の町ではっけん②」</w:t>
      </w:r>
    </w:p>
    <w:p w:rsidR="006C7D5F" w:rsidRDefault="006C7D5F" w:rsidP="006C7D5F">
      <w:pPr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 w:rsidRP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学しゅうした日：　</w:t>
      </w:r>
      <w:r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　</w:t>
      </w:r>
      <w:r w:rsidR="00991B7F">
        <w:rPr>
          <w:rFonts w:ascii="HG丸ｺﾞｼｯｸM-PRO" w:eastAsia="HG丸ｺﾞｼｯｸM-PRO" w:hAnsi="HG丸ｺﾞｼｯｸM-PRO" w:hint="eastAsia"/>
          <w:sz w:val="28"/>
          <w:u w:val="single"/>
        </w:rPr>
        <w:t>５</w:t>
      </w:r>
      <w:r w:rsidRP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月　　</w:t>
      </w:r>
      <w:r w:rsidR="00991B7F">
        <w:rPr>
          <w:rFonts w:ascii="HG丸ｺﾞｼｯｸM-PRO" w:eastAsia="HG丸ｺﾞｼｯｸM-PRO" w:hAnsi="HG丸ｺﾞｼｯｸM-PRO" w:hint="eastAsia"/>
          <w:sz w:val="28"/>
          <w:u w:val="single"/>
        </w:rPr>
        <w:t>２７</w:t>
      </w:r>
      <w:r w:rsidRP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日（　</w:t>
      </w:r>
      <w:r w:rsidR="00991B7F">
        <w:rPr>
          <w:rFonts w:ascii="HG丸ｺﾞｼｯｸM-PRO" w:eastAsia="HG丸ｺﾞｼｯｸM-PRO" w:hAnsi="HG丸ｺﾞｼｯｸM-PRO" w:hint="eastAsia"/>
          <w:sz w:val="28"/>
          <w:u w:val="single"/>
        </w:rPr>
        <w:t>水</w:t>
      </w:r>
      <w:bookmarkStart w:id="0" w:name="_GoBack"/>
      <w:bookmarkEnd w:id="0"/>
      <w:r w:rsidRP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　）</w:t>
      </w:r>
    </w:p>
    <w:p w:rsidR="006C7D5F" w:rsidRDefault="006C7D5F" w:rsidP="006C7D5F">
      <w:pPr>
        <w:wordWrap w:val="0"/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名まえ：　　　　　　　　　　　　　</w:t>
      </w:r>
    </w:p>
    <w:p w:rsidR="006C7D5F" w:rsidRDefault="006C7D5F" w:rsidP="006C7D5F">
      <w:pPr>
        <w:ind w:left="280" w:hangingChars="100" w:hanging="280"/>
        <w:jc w:val="lef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☆いえの　ちかくにある　おみせの中で、おうちの　人など、みじかな人が、おすすめの　おみせは　どこか、インタビューしてみよう。</w:t>
      </w:r>
    </w:p>
    <w:p w:rsidR="006C7D5F" w:rsidRDefault="006C7D5F" w:rsidP="006C7D5F">
      <w:pPr>
        <w:ind w:left="280" w:hangingChars="100" w:hanging="280"/>
        <w:jc w:val="lef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　おなじ　人に　</w:t>
      </w:r>
      <w:r w:rsidR="000C21DF">
        <w:rPr>
          <w:rFonts w:ascii="HG丸ｺﾞｼｯｸM-PRO" w:eastAsia="HG丸ｺﾞｼｯｸM-PRO" w:hAnsi="HG丸ｺﾞｼｯｸM-PRO" w:hint="eastAsia"/>
          <w:sz w:val="28"/>
        </w:rPr>
        <w:t>２かい　きいても　いいです。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8499"/>
      </w:tblGrid>
      <w:tr w:rsidR="006C7D5F" w:rsidTr="006C7D5F">
        <w:trPr>
          <w:trHeight w:val="850"/>
        </w:trPr>
        <w:tc>
          <w:tcPr>
            <w:tcW w:w="562" w:type="dxa"/>
            <w:vMerge w:val="restart"/>
            <w:vAlign w:val="center"/>
          </w:tcPr>
          <w:p w:rsidR="006C7D5F" w:rsidRPr="006C7D5F" w:rsidRDefault="006C7D5F" w:rsidP="006C7D5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8499" w:type="dxa"/>
            <w:tcBorders>
              <w:bottom w:val="dashed" w:sz="4" w:space="0" w:color="auto"/>
            </w:tcBorders>
          </w:tcPr>
          <w:p w:rsidR="006C7D5F" w:rsidRDefault="006C7D5F" w:rsidP="006C7D5F">
            <w:pPr>
              <w:jc w:val="left"/>
              <w:rPr>
                <w:rFonts w:ascii="HG丸ｺﾞｼｯｸM-PRO" w:eastAsia="HG丸ｺﾞｼｯｸM-PRO" w:hAnsi="HG丸ｺﾞｼｯｸM-PRO"/>
                <w:sz w:val="28"/>
              </w:rPr>
            </w:pPr>
            <w:r w:rsidRPr="006C7D5F">
              <w:rPr>
                <w:rFonts w:ascii="HG丸ｺﾞｼｯｸM-PRO" w:eastAsia="HG丸ｺﾞｼｯｸM-PRO" w:hAnsi="HG丸ｺﾞｼｯｸM-PRO" w:hint="eastAsia"/>
                <w:sz w:val="22"/>
              </w:rPr>
              <w:t>きいた人</w:t>
            </w:r>
          </w:p>
        </w:tc>
      </w:tr>
      <w:tr w:rsidR="006C7D5F" w:rsidTr="006C7D5F">
        <w:trPr>
          <w:trHeight w:val="850"/>
        </w:trPr>
        <w:tc>
          <w:tcPr>
            <w:tcW w:w="562" w:type="dxa"/>
            <w:vMerge/>
          </w:tcPr>
          <w:p w:rsidR="006C7D5F" w:rsidRDefault="006C7D5F" w:rsidP="006C7D5F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499" w:type="dxa"/>
            <w:tcBorders>
              <w:top w:val="dashed" w:sz="4" w:space="0" w:color="auto"/>
              <w:bottom w:val="dashed" w:sz="4" w:space="0" w:color="auto"/>
            </w:tcBorders>
          </w:tcPr>
          <w:p w:rsidR="006C7D5F" w:rsidRPr="006C7D5F" w:rsidRDefault="006C7D5F" w:rsidP="006C7D5F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おすすめの　みせ</w:t>
            </w:r>
          </w:p>
        </w:tc>
      </w:tr>
      <w:tr w:rsidR="006C7D5F" w:rsidTr="000C21DF">
        <w:trPr>
          <w:trHeight w:val="1417"/>
        </w:trPr>
        <w:tc>
          <w:tcPr>
            <w:tcW w:w="562" w:type="dxa"/>
            <w:vMerge/>
          </w:tcPr>
          <w:p w:rsidR="006C7D5F" w:rsidRDefault="006C7D5F" w:rsidP="006C7D5F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499" w:type="dxa"/>
            <w:tcBorders>
              <w:top w:val="dashed" w:sz="4" w:space="0" w:color="auto"/>
            </w:tcBorders>
          </w:tcPr>
          <w:p w:rsidR="006C7D5F" w:rsidRDefault="006C7D5F" w:rsidP="006C7D5F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おすすめの　りゆう</w:t>
            </w:r>
          </w:p>
        </w:tc>
      </w:tr>
    </w:tbl>
    <w:p w:rsidR="006C7D5F" w:rsidRDefault="006C7D5F" w:rsidP="006C7D5F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8499"/>
      </w:tblGrid>
      <w:tr w:rsidR="006C7D5F" w:rsidTr="00BE6566">
        <w:trPr>
          <w:trHeight w:val="850"/>
        </w:trPr>
        <w:tc>
          <w:tcPr>
            <w:tcW w:w="562" w:type="dxa"/>
            <w:vMerge w:val="restart"/>
            <w:vAlign w:val="center"/>
          </w:tcPr>
          <w:p w:rsidR="006C7D5F" w:rsidRPr="006C7D5F" w:rsidRDefault="006C7D5F" w:rsidP="00BE656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8499" w:type="dxa"/>
            <w:tcBorders>
              <w:bottom w:val="dashed" w:sz="4" w:space="0" w:color="auto"/>
            </w:tcBorders>
          </w:tcPr>
          <w:p w:rsidR="006C7D5F" w:rsidRDefault="006C7D5F" w:rsidP="00BE6566">
            <w:pPr>
              <w:jc w:val="left"/>
              <w:rPr>
                <w:rFonts w:ascii="HG丸ｺﾞｼｯｸM-PRO" w:eastAsia="HG丸ｺﾞｼｯｸM-PRO" w:hAnsi="HG丸ｺﾞｼｯｸM-PRO"/>
                <w:sz w:val="28"/>
              </w:rPr>
            </w:pPr>
            <w:r w:rsidRPr="006C7D5F">
              <w:rPr>
                <w:rFonts w:ascii="HG丸ｺﾞｼｯｸM-PRO" w:eastAsia="HG丸ｺﾞｼｯｸM-PRO" w:hAnsi="HG丸ｺﾞｼｯｸM-PRO" w:hint="eastAsia"/>
                <w:sz w:val="22"/>
              </w:rPr>
              <w:t>きいた人</w:t>
            </w:r>
          </w:p>
        </w:tc>
      </w:tr>
      <w:tr w:rsidR="006C7D5F" w:rsidTr="00BE6566">
        <w:trPr>
          <w:trHeight w:val="850"/>
        </w:trPr>
        <w:tc>
          <w:tcPr>
            <w:tcW w:w="562" w:type="dxa"/>
            <w:vMerge/>
          </w:tcPr>
          <w:p w:rsidR="006C7D5F" w:rsidRDefault="006C7D5F" w:rsidP="00BE656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499" w:type="dxa"/>
            <w:tcBorders>
              <w:top w:val="dashed" w:sz="4" w:space="0" w:color="auto"/>
              <w:bottom w:val="dashed" w:sz="4" w:space="0" w:color="auto"/>
            </w:tcBorders>
          </w:tcPr>
          <w:p w:rsidR="006C7D5F" w:rsidRPr="006C7D5F" w:rsidRDefault="006C7D5F" w:rsidP="00BE656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おすすめの　みせ</w:t>
            </w:r>
          </w:p>
        </w:tc>
      </w:tr>
      <w:tr w:rsidR="006C7D5F" w:rsidTr="000C21DF">
        <w:trPr>
          <w:trHeight w:val="1417"/>
        </w:trPr>
        <w:tc>
          <w:tcPr>
            <w:tcW w:w="562" w:type="dxa"/>
            <w:vMerge/>
          </w:tcPr>
          <w:p w:rsidR="006C7D5F" w:rsidRDefault="006C7D5F" w:rsidP="00BE656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499" w:type="dxa"/>
            <w:tcBorders>
              <w:top w:val="dashed" w:sz="4" w:space="0" w:color="auto"/>
            </w:tcBorders>
          </w:tcPr>
          <w:p w:rsidR="006C7D5F" w:rsidRDefault="006C7D5F" w:rsidP="00BE6566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おすすめの　りゆう</w:t>
            </w:r>
          </w:p>
        </w:tc>
      </w:tr>
    </w:tbl>
    <w:p w:rsidR="006C7D5F" w:rsidRPr="000C21DF" w:rsidRDefault="006C7D5F" w:rsidP="006C7D5F">
      <w:pPr>
        <w:jc w:val="left"/>
        <w:rPr>
          <w:rFonts w:ascii="HG丸ｺﾞｼｯｸM-PRO" w:eastAsia="HG丸ｺﾞｼｯｸM-PRO" w:hAnsi="HG丸ｺﾞｼｯｸM-PRO"/>
          <w:sz w:val="28"/>
        </w:rPr>
      </w:pPr>
      <w:r w:rsidRPr="000C21DF">
        <w:rPr>
          <w:rFonts w:ascii="HG丸ｺﾞｼｯｸM-PRO" w:eastAsia="HG丸ｺﾞｼｯｸM-PRO" w:hAnsi="HG丸ｺﾞｼｯｸM-PRO" w:hint="eastAsia"/>
          <w:sz w:val="28"/>
        </w:rPr>
        <w:t>きょうの　学しゅうの　かんそう</w:t>
      </w:r>
      <w:r w:rsidR="000C21DF">
        <w:rPr>
          <w:rFonts w:ascii="HG丸ｺﾞｼｯｸM-PRO" w:eastAsia="HG丸ｺﾞｼｯｸM-PRO" w:hAnsi="HG丸ｺﾞｼｯｸM-PRO" w:hint="eastAsia"/>
          <w:sz w:val="28"/>
        </w:rPr>
        <w:t>を　かきましょう。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1"/>
      </w:tblGrid>
      <w:tr w:rsidR="006C7D5F" w:rsidTr="006C7D5F">
        <w:trPr>
          <w:trHeight w:val="850"/>
        </w:trPr>
        <w:tc>
          <w:tcPr>
            <w:tcW w:w="9061" w:type="dxa"/>
            <w:tcBorders>
              <w:bottom w:val="dashed" w:sz="4" w:space="0" w:color="auto"/>
            </w:tcBorders>
          </w:tcPr>
          <w:p w:rsidR="006C7D5F" w:rsidRDefault="006C7D5F" w:rsidP="006C7D5F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C7D5F" w:rsidTr="006C7D5F">
        <w:trPr>
          <w:trHeight w:val="850"/>
        </w:trPr>
        <w:tc>
          <w:tcPr>
            <w:tcW w:w="9061" w:type="dxa"/>
            <w:tcBorders>
              <w:top w:val="dashed" w:sz="4" w:space="0" w:color="auto"/>
            </w:tcBorders>
          </w:tcPr>
          <w:p w:rsidR="006C7D5F" w:rsidRDefault="006C7D5F" w:rsidP="006C7D5F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6C7D5F" w:rsidRPr="000C21DF" w:rsidRDefault="006C7D5F" w:rsidP="006C7D5F">
      <w:pPr>
        <w:jc w:val="left"/>
        <w:rPr>
          <w:rFonts w:ascii="HG丸ｺﾞｼｯｸM-PRO" w:eastAsia="HG丸ｺﾞｼｯｸM-PRO" w:hAnsi="HG丸ｺﾞｼｯｸM-PRO"/>
        </w:rPr>
      </w:pPr>
    </w:p>
    <w:sectPr w:rsidR="006C7D5F" w:rsidRPr="000C21DF" w:rsidSect="00DD15AC">
      <w:pgSz w:w="11907" w:h="16839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E3" w:rsidRDefault="004804E3" w:rsidP="00F77396">
      <w:r>
        <w:separator/>
      </w:r>
    </w:p>
  </w:endnote>
  <w:endnote w:type="continuationSeparator" w:id="0">
    <w:p w:rsidR="004804E3" w:rsidRDefault="004804E3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E3" w:rsidRDefault="004804E3" w:rsidP="00F77396">
      <w:r>
        <w:separator/>
      </w:r>
    </w:p>
  </w:footnote>
  <w:footnote w:type="continuationSeparator" w:id="0">
    <w:p w:rsidR="004804E3" w:rsidRDefault="004804E3" w:rsidP="00F77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603A6"/>
    <w:rsid w:val="000C21DF"/>
    <w:rsid w:val="001B5261"/>
    <w:rsid w:val="001D7664"/>
    <w:rsid w:val="0021275E"/>
    <w:rsid w:val="0022113A"/>
    <w:rsid w:val="002300BB"/>
    <w:rsid w:val="00253E97"/>
    <w:rsid w:val="002C5282"/>
    <w:rsid w:val="00310B35"/>
    <w:rsid w:val="003228C5"/>
    <w:rsid w:val="003A06AD"/>
    <w:rsid w:val="00451811"/>
    <w:rsid w:val="004804E3"/>
    <w:rsid w:val="00481A02"/>
    <w:rsid w:val="004D0B16"/>
    <w:rsid w:val="00511521"/>
    <w:rsid w:val="005122F3"/>
    <w:rsid w:val="0057722A"/>
    <w:rsid w:val="00595019"/>
    <w:rsid w:val="005F69A5"/>
    <w:rsid w:val="00627591"/>
    <w:rsid w:val="006C7D5F"/>
    <w:rsid w:val="006D61C2"/>
    <w:rsid w:val="007F0B4D"/>
    <w:rsid w:val="008453EB"/>
    <w:rsid w:val="00893AD4"/>
    <w:rsid w:val="0089636D"/>
    <w:rsid w:val="008C2E05"/>
    <w:rsid w:val="008F2D23"/>
    <w:rsid w:val="00991B7F"/>
    <w:rsid w:val="00A94A20"/>
    <w:rsid w:val="00B337F1"/>
    <w:rsid w:val="00C3531A"/>
    <w:rsid w:val="00C62AF2"/>
    <w:rsid w:val="00CD7B43"/>
    <w:rsid w:val="00D04510"/>
    <w:rsid w:val="00D24595"/>
    <w:rsid w:val="00D862EA"/>
    <w:rsid w:val="00DD15AC"/>
    <w:rsid w:val="00EA2D6F"/>
    <w:rsid w:val="00ED7C28"/>
    <w:rsid w:val="00F77396"/>
    <w:rsid w:val="00F82160"/>
    <w:rsid w:val="00F94B73"/>
    <w:rsid w:val="00FC030F"/>
    <w:rsid w:val="00FC47C2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158E87"/>
  <w15:chartTrackingRefBased/>
  <w15:docId w15:val="{F7E4643D-6766-40B1-9020-A9EC2BA4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  <w:style w:type="table" w:styleId="a9">
    <w:name w:val="Table Grid"/>
    <w:basedOn w:val="a1"/>
    <w:uiPriority w:val="39"/>
    <w:rsid w:val="001B5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D32BE6B-4547-4D56-A8C2-3842F3FB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BEEA65DC</Template>
  <TotalTime>1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20126438</cp:lastModifiedBy>
  <cp:revision>3</cp:revision>
  <cp:lastPrinted>2020-04-06T23:01:00Z</cp:lastPrinted>
  <dcterms:created xsi:type="dcterms:W3CDTF">2020-04-30T05:30:00Z</dcterms:created>
  <dcterms:modified xsi:type="dcterms:W3CDTF">2020-05-20T23:18:00Z</dcterms:modified>
</cp:coreProperties>
</file>